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072" w:rsidRPr="00915666" w:rsidRDefault="00915666" w:rsidP="00644960">
      <w:pPr>
        <w:outlineLvl w:val="0"/>
        <w:rPr>
          <w:rFonts w:ascii="Century Gothic" w:hAnsi="Century Gothic"/>
          <w:b/>
          <w:sz w:val="48"/>
          <w:szCs w:val="44"/>
        </w:rPr>
      </w:pPr>
      <w:r>
        <w:rPr>
          <w:rFonts w:ascii="Century Gothic" w:hAnsi="Century Gothic"/>
          <w:b/>
          <w:sz w:val="48"/>
          <w:szCs w:val="44"/>
        </w:rPr>
        <w:t>TRUST IN THE LORD</w:t>
      </w:r>
    </w:p>
    <w:p w:rsidR="00915666" w:rsidRDefault="00915666" w:rsidP="00F52836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By Michele Wagner</w:t>
      </w:r>
    </w:p>
    <w:p w:rsidR="006E5390" w:rsidRPr="00915666" w:rsidRDefault="006E5390" w:rsidP="00F52836">
      <w:pPr>
        <w:rPr>
          <w:rFonts w:ascii="Century Gothic" w:hAnsi="Century Gothic"/>
          <w:sz w:val="22"/>
        </w:rPr>
      </w:pPr>
      <w:r w:rsidRPr="00915666">
        <w:rPr>
          <w:rFonts w:ascii="Century Gothic" w:hAnsi="Century Gothic"/>
          <w:sz w:val="22"/>
          <w:szCs w:val="44"/>
        </w:rPr>
        <w:t xml:space="preserve">Reference: Proverbs 3:5-6 </w:t>
      </w:r>
    </w:p>
    <w:p w:rsidR="00BB264B" w:rsidRDefault="00BB264B" w:rsidP="00C03C64">
      <w:pPr>
        <w:outlineLvl w:val="0"/>
        <w:rPr>
          <w:rFonts w:ascii="Arial" w:hAnsi="Arial"/>
          <w:b/>
        </w:rPr>
      </w:pPr>
    </w:p>
    <w:p w:rsidR="006E5390" w:rsidRPr="00817B01" w:rsidRDefault="006E5390" w:rsidP="006E5390">
      <w:pPr>
        <w:outlineLvl w:val="0"/>
        <w:rPr>
          <w:b/>
        </w:rPr>
      </w:pPr>
      <w:r w:rsidRPr="00817B01">
        <w:rPr>
          <w:b/>
        </w:rPr>
        <w:t>Verse 1</w:t>
      </w:r>
      <w:r w:rsidR="000F00F4">
        <w:rPr>
          <w:b/>
        </w:rPr>
        <w:tab/>
      </w:r>
      <w:r w:rsidR="000F00F4">
        <w:rPr>
          <w:b/>
        </w:rPr>
        <w:tab/>
      </w:r>
      <w:r w:rsidR="000F00F4">
        <w:rPr>
          <w:b/>
        </w:rPr>
        <w:tab/>
      </w:r>
      <w:r w:rsidR="000F00F4">
        <w:rPr>
          <w:b/>
        </w:rPr>
        <w:tab/>
      </w:r>
      <w:r w:rsidR="000F00F4">
        <w:rPr>
          <w:b/>
        </w:rPr>
        <w:tab/>
      </w:r>
      <w:r w:rsidR="000F00F4">
        <w:rPr>
          <w:b/>
        </w:rPr>
        <w:tab/>
      </w:r>
    </w:p>
    <w:p w:rsidR="006E5390" w:rsidRPr="00817B01" w:rsidRDefault="006E5390" w:rsidP="006E5390">
      <w:pPr>
        <w:outlineLvl w:val="0"/>
      </w:pPr>
      <w:r w:rsidRPr="00817B01">
        <w:rPr>
          <w:b/>
        </w:rPr>
        <w:t xml:space="preserve">F                                 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/F          </w:t>
      </w:r>
    </w:p>
    <w:p w:rsidR="006E5390" w:rsidRPr="00817B01" w:rsidRDefault="006E5390" w:rsidP="006E5390">
      <w:pPr>
        <w:tabs>
          <w:tab w:val="left" w:pos="7200"/>
        </w:tabs>
      </w:pPr>
      <w:r w:rsidRPr="00817B01">
        <w:t>Trust in the Lord with all of your heart</w:t>
      </w:r>
    </w:p>
    <w:p w:rsidR="006E5390" w:rsidRPr="00817B01" w:rsidRDefault="006E5390" w:rsidP="006E5390">
      <w:pPr>
        <w:tabs>
          <w:tab w:val="left" w:pos="7200"/>
        </w:tabs>
        <w:rPr>
          <w:b/>
        </w:rPr>
      </w:pPr>
      <w:r w:rsidRPr="00817B01">
        <w:rPr>
          <w:b/>
        </w:rPr>
        <w:t xml:space="preserve">Bb/D                                                F  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/F         </w:t>
      </w:r>
    </w:p>
    <w:p w:rsidR="006E5390" w:rsidRPr="00817B01" w:rsidRDefault="006E5390" w:rsidP="006E5390">
      <w:pPr>
        <w:tabs>
          <w:tab w:val="left" w:pos="7200"/>
        </w:tabs>
      </w:pPr>
      <w:proofErr w:type="gramStart"/>
      <w:r w:rsidRPr="00817B01">
        <w:t>and</w:t>
      </w:r>
      <w:proofErr w:type="gramEnd"/>
      <w:r w:rsidRPr="00817B01">
        <w:t xml:space="preserve"> don’t lean on your own understanding</w:t>
      </w:r>
    </w:p>
    <w:p w:rsidR="006E5390" w:rsidRPr="00817B01" w:rsidRDefault="006E5390" w:rsidP="006E5390">
      <w:pPr>
        <w:tabs>
          <w:tab w:val="left" w:pos="7200"/>
        </w:tabs>
      </w:pPr>
      <w:r w:rsidRPr="00817B01">
        <w:rPr>
          <w:b/>
        </w:rPr>
        <w:t xml:space="preserve">F  </w:t>
      </w:r>
      <w:r w:rsidRPr="00817B01">
        <w:t xml:space="preserve">               </w:t>
      </w:r>
      <w:r w:rsidRPr="00817B01">
        <w:rPr>
          <w:b/>
        </w:rPr>
        <w:t xml:space="preserve">          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/F                          </w:t>
      </w:r>
    </w:p>
    <w:p w:rsidR="006E5390" w:rsidRPr="00817B01" w:rsidRDefault="006E5390" w:rsidP="006E5390">
      <w:pPr>
        <w:outlineLvl w:val="0"/>
      </w:pPr>
      <w:r w:rsidRPr="00817B01">
        <w:t xml:space="preserve">In all your ways acknowledge Him </w:t>
      </w:r>
    </w:p>
    <w:p w:rsidR="006E5390" w:rsidRPr="00817B01" w:rsidRDefault="006E5390" w:rsidP="006E5390">
      <w:pPr>
        <w:tabs>
          <w:tab w:val="left" w:pos="7200"/>
        </w:tabs>
      </w:pPr>
      <w:r w:rsidRPr="00817B01">
        <w:rPr>
          <w:b/>
        </w:rPr>
        <w:t>Bb/F                             F</w:t>
      </w:r>
    </w:p>
    <w:p w:rsidR="006E5390" w:rsidRPr="00817B01" w:rsidRDefault="006E5390" w:rsidP="006E5390">
      <w:pPr>
        <w:tabs>
          <w:tab w:val="left" w:pos="7200"/>
        </w:tabs>
      </w:pPr>
      <w:proofErr w:type="gramStart"/>
      <w:r w:rsidRPr="00817B01">
        <w:t>and</w:t>
      </w:r>
      <w:proofErr w:type="gramEnd"/>
      <w:r w:rsidRPr="00817B01">
        <w:t xml:space="preserve"> He will make your paths strait</w:t>
      </w:r>
    </w:p>
    <w:p w:rsidR="006E5390" w:rsidRPr="00817B01" w:rsidRDefault="006E5390" w:rsidP="006E5390">
      <w:pPr>
        <w:outlineLvl w:val="0"/>
        <w:rPr>
          <w:b/>
        </w:rPr>
      </w:pP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                        Bb/D       F</w:t>
      </w:r>
    </w:p>
    <w:p w:rsidR="006E5390" w:rsidRPr="00817B01" w:rsidRDefault="006E5390" w:rsidP="006E5390">
      <w:pPr>
        <w:outlineLvl w:val="0"/>
      </w:pPr>
      <w:r w:rsidRPr="00817B01">
        <w:t>Don’t be wise in your own eyes</w:t>
      </w:r>
    </w:p>
    <w:p w:rsidR="006E5390" w:rsidRPr="00817B01" w:rsidRDefault="006E5390" w:rsidP="006E5390">
      <w:pPr>
        <w:outlineLvl w:val="0"/>
        <w:rPr>
          <w:b/>
        </w:rPr>
      </w:pPr>
      <w:r w:rsidRPr="00817B01">
        <w:rPr>
          <w:b/>
        </w:rPr>
        <w:t xml:space="preserve">              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           Bb/D          F</w:t>
      </w:r>
    </w:p>
    <w:p w:rsidR="006E5390" w:rsidRPr="00817B01" w:rsidRDefault="006E5390" w:rsidP="006E5390">
      <w:pPr>
        <w:outlineLvl w:val="0"/>
      </w:pPr>
      <w:r w:rsidRPr="00817B01">
        <w:t>Fear the Lord turn away from evil</w:t>
      </w:r>
    </w:p>
    <w:p w:rsidR="006E5390" w:rsidRPr="00817B01" w:rsidRDefault="006E5390" w:rsidP="006E5390">
      <w:pPr>
        <w:outlineLvl w:val="0"/>
        <w:rPr>
          <w:b/>
        </w:rPr>
      </w:pPr>
      <w:r w:rsidRPr="00817B01">
        <w:rPr>
          <w:b/>
        </w:rPr>
        <w:t xml:space="preserve">            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           Bb/D</w:t>
      </w:r>
    </w:p>
    <w:p w:rsidR="006E5390" w:rsidRPr="00817B01" w:rsidRDefault="006E5390" w:rsidP="006E5390">
      <w:pPr>
        <w:outlineLvl w:val="0"/>
      </w:pPr>
      <w:r w:rsidRPr="00817B01">
        <w:t>He will heal your body</w:t>
      </w:r>
    </w:p>
    <w:p w:rsidR="006E5390" w:rsidRPr="00817B01" w:rsidRDefault="006E5390" w:rsidP="006E5390">
      <w:pPr>
        <w:outlineLvl w:val="0"/>
      </w:pPr>
    </w:p>
    <w:p w:rsidR="006E5390" w:rsidRPr="00817B01" w:rsidRDefault="005B0344" w:rsidP="006E5390">
      <w:pPr>
        <w:outlineLvl w:val="0"/>
        <w:rPr>
          <w:b/>
        </w:rPr>
      </w:pPr>
      <w:r w:rsidRPr="00817B01">
        <w:rPr>
          <w:b/>
        </w:rPr>
        <w:t>Chorus</w:t>
      </w:r>
    </w:p>
    <w:p w:rsidR="006E5390" w:rsidRPr="00817B01" w:rsidRDefault="00C03C64" w:rsidP="006E5390">
      <w:pPr>
        <w:outlineLvl w:val="0"/>
        <w:rPr>
          <w:b/>
        </w:rPr>
      </w:pPr>
      <w:r w:rsidRPr="00817B01">
        <w:rPr>
          <w:b/>
          <w:i/>
        </w:rPr>
        <w:t xml:space="preserve">             </w:t>
      </w:r>
      <w:r w:rsidR="006E5390" w:rsidRPr="00817B01">
        <w:rPr>
          <w:b/>
        </w:rPr>
        <w:t xml:space="preserve">Bb F/A         </w:t>
      </w:r>
      <w:proofErr w:type="spellStart"/>
      <w:proofErr w:type="gramStart"/>
      <w:r w:rsidR="006E5390" w:rsidRPr="00817B01">
        <w:rPr>
          <w:b/>
        </w:rPr>
        <w:t>Csus</w:t>
      </w:r>
      <w:proofErr w:type="spellEnd"/>
      <w:r w:rsidR="006E5390" w:rsidRPr="00817B01">
        <w:rPr>
          <w:b/>
        </w:rPr>
        <w:t xml:space="preserve">  C</w:t>
      </w:r>
      <w:proofErr w:type="gramEnd"/>
      <w:r w:rsidR="006E5390" w:rsidRPr="00817B01">
        <w:rPr>
          <w:b/>
        </w:rPr>
        <w:t xml:space="preserve">  </w:t>
      </w:r>
    </w:p>
    <w:p w:rsidR="006E5390" w:rsidRPr="00817B01" w:rsidRDefault="006E5390" w:rsidP="006E5390">
      <w:pPr>
        <w:outlineLvl w:val="0"/>
      </w:pPr>
      <w:r w:rsidRPr="00817B01">
        <w:t>Trust In Him        He loves you</w:t>
      </w:r>
    </w:p>
    <w:p w:rsidR="006E5390" w:rsidRPr="00817B01" w:rsidRDefault="006E5390" w:rsidP="006E5390">
      <w:pPr>
        <w:outlineLvl w:val="0"/>
        <w:rPr>
          <w:b/>
        </w:rPr>
      </w:pPr>
      <w:r w:rsidRPr="00817B01">
        <w:rPr>
          <w:b/>
        </w:rPr>
        <w:t xml:space="preserve">              Bb   F/A            </w:t>
      </w:r>
      <w:proofErr w:type="spellStart"/>
      <w:proofErr w:type="gramStart"/>
      <w:r w:rsidRPr="00817B01">
        <w:rPr>
          <w:b/>
        </w:rPr>
        <w:t>Csus</w:t>
      </w:r>
      <w:proofErr w:type="spellEnd"/>
      <w:r w:rsidRPr="00817B01">
        <w:rPr>
          <w:b/>
        </w:rPr>
        <w:t xml:space="preserve">  C</w:t>
      </w:r>
      <w:proofErr w:type="gramEnd"/>
    </w:p>
    <w:p w:rsidR="006E5390" w:rsidRPr="00817B01" w:rsidRDefault="006E5390" w:rsidP="006E5390">
      <w:pPr>
        <w:outlineLvl w:val="0"/>
      </w:pPr>
      <w:r w:rsidRPr="00817B01">
        <w:t xml:space="preserve">Trust in Him He longs to hold you </w:t>
      </w:r>
    </w:p>
    <w:p w:rsidR="006E5390" w:rsidRPr="00817B01" w:rsidRDefault="006E5390" w:rsidP="006E5390">
      <w:pPr>
        <w:outlineLvl w:val="0"/>
        <w:rPr>
          <w:b/>
        </w:rPr>
      </w:pPr>
      <w:r w:rsidRPr="00817B01">
        <w:t xml:space="preserve">              </w:t>
      </w:r>
      <w:proofErr w:type="gramStart"/>
      <w:r w:rsidRPr="00817B01">
        <w:rPr>
          <w:b/>
        </w:rPr>
        <w:t>Bb  F</w:t>
      </w:r>
      <w:proofErr w:type="gramEnd"/>
      <w:r w:rsidRPr="00817B01">
        <w:rPr>
          <w:b/>
        </w:rPr>
        <w:t xml:space="preserve">/A   Dm                   </w:t>
      </w:r>
      <w:proofErr w:type="spellStart"/>
      <w:r w:rsidRPr="00817B01">
        <w:rPr>
          <w:b/>
        </w:rPr>
        <w:t>Gsus</w:t>
      </w:r>
      <w:proofErr w:type="spellEnd"/>
      <w:r w:rsidRPr="00817B01">
        <w:rPr>
          <w:b/>
        </w:rPr>
        <w:t xml:space="preserve"> G                </w:t>
      </w:r>
    </w:p>
    <w:p w:rsidR="006E5390" w:rsidRPr="00817B01" w:rsidRDefault="006E5390" w:rsidP="006E5390">
      <w:pPr>
        <w:outlineLvl w:val="0"/>
      </w:pPr>
      <w:r w:rsidRPr="00817B01">
        <w:t>Trusts in Him   To give you what’s right</w:t>
      </w:r>
    </w:p>
    <w:p w:rsidR="006E5390" w:rsidRPr="00817B01" w:rsidRDefault="006E5390" w:rsidP="006E5390">
      <w:pPr>
        <w:rPr>
          <w:b/>
        </w:rPr>
      </w:pPr>
      <w:r w:rsidRPr="00817B01">
        <w:rPr>
          <w:b/>
        </w:rPr>
        <w:t xml:space="preserve">     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                       Bb/D                            F   </w:t>
      </w:r>
    </w:p>
    <w:p w:rsidR="006E5390" w:rsidRPr="00817B01" w:rsidRDefault="006E5390" w:rsidP="006E5390">
      <w:r w:rsidRPr="00817B01">
        <w:t xml:space="preserve">He longs to love you longs to give you real life!  </w:t>
      </w:r>
    </w:p>
    <w:p w:rsidR="006E5390" w:rsidRPr="00817B01" w:rsidRDefault="006E5390" w:rsidP="006E5390">
      <w:pPr>
        <w:rPr>
          <w:b/>
          <w:i/>
        </w:rPr>
      </w:pPr>
    </w:p>
    <w:p w:rsidR="006E5390" w:rsidRPr="00817B01" w:rsidRDefault="006E5390" w:rsidP="006E5390">
      <w:pPr>
        <w:rPr>
          <w:b/>
        </w:rPr>
      </w:pPr>
      <w:r w:rsidRPr="00817B01">
        <w:rPr>
          <w:b/>
        </w:rPr>
        <w:t>Intro/Interlude</w:t>
      </w:r>
      <w:proofErr w:type="gramStart"/>
      <w:r w:rsidRPr="00817B01">
        <w:rPr>
          <w:b/>
        </w:rPr>
        <w:t>:   F</w:t>
      </w:r>
      <w:proofErr w:type="gramEnd"/>
      <w:r w:rsidRPr="00817B01">
        <w:rPr>
          <w:b/>
        </w:rPr>
        <w:t xml:space="preserve">   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/F    Bb2/F     </w:t>
      </w:r>
      <w:proofErr w:type="spellStart"/>
      <w:r w:rsidRPr="00817B01">
        <w:rPr>
          <w:b/>
        </w:rPr>
        <w:t>Bb2/F</w:t>
      </w:r>
      <w:proofErr w:type="spellEnd"/>
      <w:r w:rsidRPr="00817B01">
        <w:rPr>
          <w:b/>
        </w:rPr>
        <w:t xml:space="preserve"> </w:t>
      </w:r>
    </w:p>
    <w:p w:rsidR="006E5390" w:rsidRPr="00817B01" w:rsidRDefault="006E5390" w:rsidP="006E5390">
      <w:pPr>
        <w:outlineLvl w:val="0"/>
        <w:rPr>
          <w:b/>
          <w:i/>
        </w:rPr>
      </w:pPr>
    </w:p>
    <w:p w:rsidR="006E5390" w:rsidRPr="00817B01" w:rsidRDefault="005B0344" w:rsidP="006E5390">
      <w:pPr>
        <w:outlineLvl w:val="0"/>
        <w:rPr>
          <w:b/>
        </w:rPr>
      </w:pPr>
      <w:r w:rsidRPr="00817B01">
        <w:rPr>
          <w:b/>
        </w:rPr>
        <w:t>Verse 2</w:t>
      </w:r>
    </w:p>
    <w:p w:rsidR="006E5390" w:rsidRPr="00817B01" w:rsidRDefault="006E5390" w:rsidP="006E5390">
      <w:pPr>
        <w:outlineLvl w:val="0"/>
      </w:pPr>
      <w:r w:rsidRPr="00817B01">
        <w:rPr>
          <w:b/>
        </w:rPr>
        <w:t xml:space="preserve">F                       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/F                                        </w:t>
      </w:r>
    </w:p>
    <w:p w:rsidR="006E5390" w:rsidRPr="00817B01" w:rsidRDefault="006E5390" w:rsidP="006E5390">
      <w:pPr>
        <w:outlineLvl w:val="0"/>
      </w:pPr>
      <w:r w:rsidRPr="00817B01">
        <w:t xml:space="preserve">Honor the Lord from your wealth </w:t>
      </w:r>
    </w:p>
    <w:p w:rsidR="006E5390" w:rsidRPr="00817B01" w:rsidRDefault="006E5390" w:rsidP="006E5390">
      <w:pPr>
        <w:tabs>
          <w:tab w:val="left" w:pos="7200"/>
        </w:tabs>
        <w:rPr>
          <w:b/>
        </w:rPr>
      </w:pPr>
      <w:r w:rsidRPr="00817B01">
        <w:rPr>
          <w:b/>
        </w:rPr>
        <w:t xml:space="preserve">Bb/D                                  F  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/F   </w:t>
      </w:r>
    </w:p>
    <w:p w:rsidR="006E5390" w:rsidRPr="00817B01" w:rsidRDefault="006E5390" w:rsidP="006E5390">
      <w:pPr>
        <w:outlineLvl w:val="0"/>
      </w:pPr>
      <w:proofErr w:type="gramStart"/>
      <w:r w:rsidRPr="00817B01">
        <w:t>and</w:t>
      </w:r>
      <w:proofErr w:type="gramEnd"/>
      <w:r w:rsidRPr="00817B01">
        <w:t xml:space="preserve"> from the first of your produce</w:t>
      </w:r>
    </w:p>
    <w:p w:rsidR="006E5390" w:rsidRPr="00817B01" w:rsidRDefault="006E5390" w:rsidP="006E5390">
      <w:pPr>
        <w:outlineLvl w:val="0"/>
      </w:pPr>
      <w:r w:rsidRPr="00817B01">
        <w:rPr>
          <w:b/>
        </w:rPr>
        <w:t xml:space="preserve">F                                    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/F                                        </w:t>
      </w:r>
    </w:p>
    <w:p w:rsidR="006E5390" w:rsidRPr="00817B01" w:rsidRDefault="006E5390" w:rsidP="006E5390">
      <w:pPr>
        <w:outlineLvl w:val="0"/>
      </w:pPr>
      <w:r w:rsidRPr="00817B01">
        <w:t xml:space="preserve">Then your barns will be filled with plenty </w:t>
      </w:r>
    </w:p>
    <w:p w:rsidR="006E5390" w:rsidRPr="00817B01" w:rsidRDefault="006E5390" w:rsidP="006E5390">
      <w:pPr>
        <w:tabs>
          <w:tab w:val="left" w:pos="7200"/>
        </w:tabs>
        <w:rPr>
          <w:b/>
        </w:rPr>
      </w:pPr>
      <w:r w:rsidRPr="00817B01">
        <w:rPr>
          <w:b/>
        </w:rPr>
        <w:t xml:space="preserve">               Bb/F                                      F   </w:t>
      </w:r>
    </w:p>
    <w:p w:rsidR="006E5390" w:rsidRPr="00817B01" w:rsidRDefault="006E5390" w:rsidP="006E5390">
      <w:pPr>
        <w:outlineLvl w:val="0"/>
      </w:pPr>
      <w:proofErr w:type="gramStart"/>
      <w:r w:rsidRPr="00817B01">
        <w:t>and</w:t>
      </w:r>
      <w:proofErr w:type="gramEnd"/>
      <w:r w:rsidRPr="00817B01">
        <w:t xml:space="preserve"> your vats will overflow with new wine</w:t>
      </w:r>
    </w:p>
    <w:p w:rsidR="006E5390" w:rsidRPr="00817B01" w:rsidRDefault="006E5390" w:rsidP="006E5390">
      <w:pPr>
        <w:outlineLvl w:val="0"/>
        <w:rPr>
          <w:b/>
        </w:rPr>
      </w:pP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                     Bb/D            F </w:t>
      </w:r>
    </w:p>
    <w:p w:rsidR="006E5390" w:rsidRPr="00817B01" w:rsidRDefault="006E5390" w:rsidP="006E5390">
      <w:pPr>
        <w:outlineLvl w:val="0"/>
      </w:pPr>
      <w:r w:rsidRPr="00817B01">
        <w:t>Don’t reject the Lord’s discipline</w:t>
      </w:r>
    </w:p>
    <w:p w:rsidR="006E5390" w:rsidRPr="00817B01" w:rsidRDefault="006E5390" w:rsidP="006E5390">
      <w:pPr>
        <w:outlineLvl w:val="0"/>
        <w:rPr>
          <w:b/>
        </w:rPr>
      </w:pP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                                  Bb/D                        F               </w:t>
      </w:r>
    </w:p>
    <w:p w:rsidR="006E5390" w:rsidRPr="00817B01" w:rsidRDefault="006E5390" w:rsidP="006E5390">
      <w:pPr>
        <w:outlineLvl w:val="0"/>
      </w:pPr>
      <w:r w:rsidRPr="00817B01">
        <w:t>For He loves you like a father loves his own child</w:t>
      </w:r>
    </w:p>
    <w:p w:rsidR="00817B01" w:rsidRPr="00915666" w:rsidRDefault="00817B01" w:rsidP="00817B01">
      <w:pPr>
        <w:outlineLvl w:val="0"/>
        <w:rPr>
          <w:rFonts w:ascii="Century Gothic" w:hAnsi="Century Gothic"/>
          <w:b/>
          <w:sz w:val="48"/>
          <w:szCs w:val="44"/>
        </w:rPr>
      </w:pPr>
      <w:r>
        <w:rPr>
          <w:rFonts w:ascii="Century Gothic" w:hAnsi="Century Gothic"/>
          <w:b/>
          <w:sz w:val="48"/>
          <w:szCs w:val="44"/>
        </w:rPr>
        <w:t>TRUST IN THE LORD (2 of 2)</w:t>
      </w:r>
    </w:p>
    <w:p w:rsidR="00817B01" w:rsidRDefault="00817B01" w:rsidP="00817B01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By Michele Wagner</w:t>
      </w:r>
    </w:p>
    <w:p w:rsidR="00817B01" w:rsidRPr="00915666" w:rsidRDefault="00817B01" w:rsidP="00817B01">
      <w:pPr>
        <w:rPr>
          <w:rFonts w:ascii="Century Gothic" w:hAnsi="Century Gothic"/>
          <w:sz w:val="22"/>
        </w:rPr>
      </w:pPr>
      <w:r w:rsidRPr="00915666">
        <w:rPr>
          <w:rFonts w:ascii="Century Gothic" w:hAnsi="Century Gothic"/>
          <w:sz w:val="22"/>
          <w:szCs w:val="44"/>
        </w:rPr>
        <w:t xml:space="preserve">Reference: Proverbs 3:5-6 </w:t>
      </w:r>
    </w:p>
    <w:p w:rsidR="00817B01" w:rsidRDefault="00817B01" w:rsidP="006E5390">
      <w:pPr>
        <w:outlineLvl w:val="0"/>
        <w:rPr>
          <w:b/>
        </w:rPr>
      </w:pPr>
    </w:p>
    <w:p w:rsidR="006E5390" w:rsidRPr="00817B01" w:rsidRDefault="006E5390" w:rsidP="006E5390">
      <w:pPr>
        <w:outlineLvl w:val="0"/>
        <w:rPr>
          <w:b/>
        </w:rPr>
      </w:pPr>
      <w:r w:rsidRPr="00817B01">
        <w:rPr>
          <w:b/>
        </w:rPr>
        <w:t xml:space="preserve"> F          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             Bb/D</w:t>
      </w:r>
    </w:p>
    <w:p w:rsidR="006E5390" w:rsidRPr="00817B01" w:rsidRDefault="006E5390" w:rsidP="006E5390">
      <w:pPr>
        <w:outlineLvl w:val="0"/>
      </w:pPr>
      <w:r w:rsidRPr="00817B01">
        <w:t xml:space="preserve">You are precious to Him   </w:t>
      </w:r>
      <w:r w:rsidR="0042404C" w:rsidRPr="00817B01">
        <w:t xml:space="preserve">    </w:t>
      </w:r>
      <w:r w:rsidR="0068478E">
        <w:t>(</w:t>
      </w:r>
      <w:r w:rsidR="00C03C64" w:rsidRPr="00817B01">
        <w:rPr>
          <w:b/>
        </w:rPr>
        <w:t xml:space="preserve">Repeat </w:t>
      </w:r>
      <w:r w:rsidR="00BE0B88" w:rsidRPr="00817B01">
        <w:rPr>
          <w:b/>
        </w:rPr>
        <w:t>Chorus</w:t>
      </w:r>
      <w:r w:rsidR="0068478E">
        <w:rPr>
          <w:b/>
        </w:rPr>
        <w:t>)</w:t>
      </w:r>
    </w:p>
    <w:p w:rsidR="00E7429A" w:rsidRDefault="00E7429A" w:rsidP="006E5390">
      <w:pPr>
        <w:outlineLvl w:val="0"/>
        <w:rPr>
          <w:b/>
        </w:rPr>
      </w:pPr>
    </w:p>
    <w:p w:rsidR="0042404C" w:rsidRPr="00817B01" w:rsidRDefault="00BE0B88" w:rsidP="006E5390">
      <w:pPr>
        <w:outlineLvl w:val="0"/>
        <w:rPr>
          <w:b/>
        </w:rPr>
      </w:pPr>
      <w:r w:rsidRPr="00817B01">
        <w:rPr>
          <w:b/>
        </w:rPr>
        <w:t>Bridge</w:t>
      </w:r>
    </w:p>
    <w:p w:rsidR="006E5390" w:rsidRPr="00817B01" w:rsidRDefault="006E5390" w:rsidP="006E5390">
      <w:pPr>
        <w:outlineLvl w:val="0"/>
        <w:rPr>
          <w:b/>
        </w:rPr>
      </w:pPr>
      <w:r w:rsidRPr="00817B01">
        <w:rPr>
          <w:b/>
        </w:rPr>
        <w:t xml:space="preserve">Dm                             Bb     </w:t>
      </w:r>
    </w:p>
    <w:p w:rsidR="006E5390" w:rsidRPr="00817B01" w:rsidRDefault="006E5390" w:rsidP="006E5390">
      <w:pPr>
        <w:outlineLvl w:val="0"/>
      </w:pPr>
      <w:r w:rsidRPr="00817B01">
        <w:t>Let good and faithfulness never leave you</w:t>
      </w:r>
    </w:p>
    <w:p w:rsidR="006E5390" w:rsidRPr="00817B01" w:rsidRDefault="006E5390" w:rsidP="006E5390">
      <w:pPr>
        <w:outlineLvl w:val="0"/>
        <w:rPr>
          <w:b/>
        </w:rPr>
      </w:pPr>
      <w:r w:rsidRPr="00817B01">
        <w:rPr>
          <w:b/>
        </w:rPr>
        <w:t>F                                    C/E</w:t>
      </w:r>
    </w:p>
    <w:p w:rsidR="006E5390" w:rsidRPr="00817B01" w:rsidRDefault="006E5390" w:rsidP="006E5390">
      <w:pPr>
        <w:outlineLvl w:val="0"/>
      </w:pPr>
      <w:r w:rsidRPr="00817B01">
        <w:t>Bind them around your neck</w:t>
      </w:r>
    </w:p>
    <w:p w:rsidR="006E5390" w:rsidRPr="00817B01" w:rsidRDefault="006E5390" w:rsidP="006E5390">
      <w:pPr>
        <w:outlineLvl w:val="0"/>
        <w:rPr>
          <w:b/>
        </w:rPr>
      </w:pP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                                        Bb/D                              Gm      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        </w:t>
      </w:r>
      <w:r w:rsidR="00191D77">
        <w:rPr>
          <w:b/>
        </w:rPr>
        <w:t xml:space="preserve"> </w:t>
      </w:r>
      <w:proofErr w:type="spellStart"/>
      <w:proofErr w:type="gramStart"/>
      <w:r w:rsidR="00191D77" w:rsidRPr="00817B01">
        <w:rPr>
          <w:b/>
        </w:rPr>
        <w:t>Csus</w:t>
      </w:r>
      <w:proofErr w:type="spellEnd"/>
      <w:r w:rsidR="00191D77" w:rsidRPr="00817B01">
        <w:rPr>
          <w:b/>
        </w:rPr>
        <w:t xml:space="preserve">  C</w:t>
      </w:r>
      <w:proofErr w:type="gramEnd"/>
    </w:p>
    <w:p w:rsidR="00191D77" w:rsidRPr="00817B01" w:rsidRDefault="006E5390" w:rsidP="00191D77">
      <w:pPr>
        <w:outlineLvl w:val="0"/>
      </w:pPr>
      <w:r w:rsidRPr="00817B01">
        <w:t xml:space="preserve">Then you’ll find favor and have a good name in the sight of God and </w:t>
      </w:r>
      <w:r w:rsidR="00191D77" w:rsidRPr="00817B01">
        <w:t>man</w:t>
      </w:r>
    </w:p>
    <w:p w:rsidR="00D15369" w:rsidRPr="00817B01" w:rsidRDefault="00D15369" w:rsidP="006E5390">
      <w:pPr>
        <w:outlineLvl w:val="0"/>
      </w:pPr>
    </w:p>
    <w:p w:rsidR="0042404C" w:rsidRPr="00191D77" w:rsidRDefault="00BE0B88" w:rsidP="00D15369">
      <w:pPr>
        <w:outlineLvl w:val="0"/>
        <w:rPr>
          <w:b/>
        </w:rPr>
      </w:pPr>
      <w:r w:rsidRPr="00817B01">
        <w:rPr>
          <w:b/>
        </w:rPr>
        <w:t>Chorus</w:t>
      </w:r>
    </w:p>
    <w:p w:rsidR="006E5390" w:rsidRPr="00817B01" w:rsidRDefault="006E5390" w:rsidP="00D15369">
      <w:pPr>
        <w:outlineLvl w:val="0"/>
        <w:rPr>
          <w:b/>
        </w:rPr>
      </w:pPr>
      <w:r w:rsidRPr="00817B01">
        <w:rPr>
          <w:b/>
          <w:i/>
        </w:rPr>
        <w:t xml:space="preserve"> </w:t>
      </w:r>
      <w:r w:rsidR="00D15369" w:rsidRPr="00817B01">
        <w:rPr>
          <w:b/>
          <w:i/>
        </w:rPr>
        <w:t xml:space="preserve">           </w:t>
      </w:r>
      <w:proofErr w:type="gramStart"/>
      <w:r w:rsidRPr="00817B01">
        <w:rPr>
          <w:b/>
        </w:rPr>
        <w:t>Bb  F</w:t>
      </w:r>
      <w:proofErr w:type="gramEnd"/>
      <w:r w:rsidRPr="00817B01">
        <w:rPr>
          <w:b/>
        </w:rPr>
        <w:t xml:space="preserve">/A      </w:t>
      </w:r>
      <w:proofErr w:type="spellStart"/>
      <w:r w:rsidRPr="00817B01">
        <w:rPr>
          <w:b/>
        </w:rPr>
        <w:t>Csus</w:t>
      </w:r>
      <w:proofErr w:type="spellEnd"/>
      <w:r w:rsidRPr="00817B01">
        <w:rPr>
          <w:b/>
        </w:rPr>
        <w:t xml:space="preserve">  C   </w:t>
      </w:r>
    </w:p>
    <w:p w:rsidR="006E5390" w:rsidRPr="00817B01" w:rsidRDefault="006E5390" w:rsidP="006E5390">
      <w:pPr>
        <w:outlineLvl w:val="0"/>
      </w:pPr>
      <w:r w:rsidRPr="00817B01">
        <w:t>Trust In Him      He loves you</w:t>
      </w:r>
    </w:p>
    <w:p w:rsidR="006E5390" w:rsidRPr="00817B01" w:rsidRDefault="006E5390" w:rsidP="006E5390">
      <w:pPr>
        <w:outlineLvl w:val="0"/>
        <w:rPr>
          <w:b/>
        </w:rPr>
      </w:pPr>
      <w:r w:rsidRPr="00817B01">
        <w:rPr>
          <w:b/>
        </w:rPr>
        <w:t xml:space="preserve">             </w:t>
      </w:r>
      <w:proofErr w:type="gramStart"/>
      <w:r w:rsidRPr="00817B01">
        <w:rPr>
          <w:b/>
        </w:rPr>
        <w:t>Bb  F</w:t>
      </w:r>
      <w:proofErr w:type="gramEnd"/>
      <w:r w:rsidRPr="00817B01">
        <w:rPr>
          <w:b/>
        </w:rPr>
        <w:t xml:space="preserve">/A                 </w:t>
      </w:r>
      <w:proofErr w:type="spellStart"/>
      <w:r w:rsidRPr="00817B01">
        <w:rPr>
          <w:b/>
        </w:rPr>
        <w:t>Csus</w:t>
      </w:r>
      <w:proofErr w:type="spellEnd"/>
      <w:r w:rsidRPr="00817B01">
        <w:rPr>
          <w:b/>
        </w:rPr>
        <w:t xml:space="preserve">  C  </w:t>
      </w:r>
    </w:p>
    <w:p w:rsidR="006E5390" w:rsidRPr="00817B01" w:rsidRDefault="006E5390" w:rsidP="006E5390">
      <w:pPr>
        <w:outlineLvl w:val="0"/>
      </w:pPr>
      <w:r w:rsidRPr="00817B01">
        <w:t xml:space="preserve">Trust in Him   He longs to hold  </w:t>
      </w:r>
    </w:p>
    <w:p w:rsidR="006E5390" w:rsidRPr="00817B01" w:rsidRDefault="006E5390" w:rsidP="006E5390">
      <w:pPr>
        <w:outlineLvl w:val="0"/>
      </w:pPr>
      <w:r w:rsidRPr="00817B01">
        <w:t xml:space="preserve">             </w:t>
      </w:r>
      <w:proofErr w:type="gramStart"/>
      <w:r w:rsidRPr="00817B01">
        <w:rPr>
          <w:b/>
        </w:rPr>
        <w:t>Bb  F</w:t>
      </w:r>
      <w:proofErr w:type="gramEnd"/>
      <w:r w:rsidRPr="00817B01">
        <w:rPr>
          <w:b/>
        </w:rPr>
        <w:t xml:space="preserve">/A  Dm                    </w:t>
      </w:r>
      <w:proofErr w:type="spellStart"/>
      <w:r w:rsidRPr="00817B01">
        <w:rPr>
          <w:b/>
        </w:rPr>
        <w:t>Gsus</w:t>
      </w:r>
      <w:proofErr w:type="spellEnd"/>
      <w:r w:rsidRPr="00817B01">
        <w:rPr>
          <w:b/>
        </w:rPr>
        <w:t xml:space="preserve">  G        </w:t>
      </w:r>
    </w:p>
    <w:p w:rsidR="006E5390" w:rsidRPr="00817B01" w:rsidRDefault="006E5390" w:rsidP="006E5390">
      <w:pPr>
        <w:outlineLvl w:val="0"/>
        <w:rPr>
          <w:b/>
          <w:i/>
        </w:rPr>
      </w:pPr>
      <w:r w:rsidRPr="00817B01">
        <w:t xml:space="preserve">Trust in Him   to give you what’s right       </w:t>
      </w:r>
    </w:p>
    <w:p w:rsidR="006E5390" w:rsidRPr="00817B01" w:rsidRDefault="006E5390" w:rsidP="006E5390">
      <w:pPr>
        <w:outlineLvl w:val="0"/>
        <w:rPr>
          <w:b/>
        </w:rPr>
      </w:pPr>
      <w:r w:rsidRPr="00817B01">
        <w:rPr>
          <w:b/>
        </w:rPr>
        <w:t xml:space="preserve">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                       Bb/D</w:t>
      </w:r>
    </w:p>
    <w:p w:rsidR="006E5390" w:rsidRPr="00817B01" w:rsidRDefault="006E5390" w:rsidP="006E5390">
      <w:pPr>
        <w:rPr>
          <w:b/>
          <w:i/>
        </w:rPr>
      </w:pPr>
      <w:r w:rsidRPr="00817B01">
        <w:t xml:space="preserve">He longs to love you longs to love   </w:t>
      </w:r>
    </w:p>
    <w:p w:rsidR="006E5390" w:rsidRPr="00817B01" w:rsidRDefault="006E5390" w:rsidP="006E5390">
      <w:r w:rsidRPr="00817B01">
        <w:t xml:space="preserve">                                                 </w:t>
      </w:r>
    </w:p>
    <w:p w:rsidR="006E5390" w:rsidRPr="00817B01" w:rsidRDefault="006E5390" w:rsidP="006E5390">
      <w:pPr>
        <w:outlineLvl w:val="0"/>
        <w:rPr>
          <w:b/>
        </w:rPr>
      </w:pPr>
      <w:r w:rsidRPr="00817B01">
        <w:rPr>
          <w:b/>
        </w:rPr>
        <w:t xml:space="preserve"> </w:t>
      </w:r>
      <w:r w:rsidR="00D15369" w:rsidRPr="00817B01">
        <w:rPr>
          <w:b/>
        </w:rPr>
        <w:t>2</w:t>
      </w:r>
      <w:r w:rsidR="00191D77">
        <w:rPr>
          <w:b/>
          <w:vertAlign w:val="superscript"/>
        </w:rPr>
        <w:t>nd</w:t>
      </w:r>
      <w:r w:rsidR="00D15369" w:rsidRPr="00817B01">
        <w:rPr>
          <w:b/>
        </w:rPr>
        <w:t xml:space="preserve"> </w:t>
      </w:r>
      <w:r w:rsidRPr="00817B01">
        <w:rPr>
          <w:b/>
        </w:rPr>
        <w:t>Chorus</w:t>
      </w:r>
    </w:p>
    <w:p w:rsidR="006E5390" w:rsidRPr="00817B01" w:rsidRDefault="00C03C64" w:rsidP="006E5390">
      <w:pPr>
        <w:outlineLvl w:val="0"/>
        <w:rPr>
          <w:b/>
        </w:rPr>
      </w:pPr>
      <w:r w:rsidRPr="00817B01">
        <w:rPr>
          <w:b/>
          <w:i/>
        </w:rPr>
        <w:t xml:space="preserve">             </w:t>
      </w:r>
      <w:proofErr w:type="gramStart"/>
      <w:r w:rsidR="006E5390" w:rsidRPr="00817B01">
        <w:rPr>
          <w:b/>
        </w:rPr>
        <w:t>Bb  F</w:t>
      </w:r>
      <w:proofErr w:type="gramEnd"/>
      <w:r w:rsidR="006E5390" w:rsidRPr="00817B01">
        <w:rPr>
          <w:b/>
        </w:rPr>
        <w:t xml:space="preserve">/A      </w:t>
      </w:r>
      <w:proofErr w:type="spellStart"/>
      <w:r w:rsidR="006E5390" w:rsidRPr="00817B01">
        <w:rPr>
          <w:b/>
        </w:rPr>
        <w:t>Csus</w:t>
      </w:r>
      <w:proofErr w:type="spellEnd"/>
      <w:r w:rsidR="006E5390" w:rsidRPr="00817B01">
        <w:rPr>
          <w:b/>
        </w:rPr>
        <w:t xml:space="preserve">  C   </w:t>
      </w:r>
    </w:p>
    <w:p w:rsidR="006E5390" w:rsidRPr="00817B01" w:rsidRDefault="006E5390" w:rsidP="006E5390">
      <w:pPr>
        <w:outlineLvl w:val="0"/>
      </w:pPr>
      <w:r w:rsidRPr="00817B01">
        <w:t>Trust In Him      He loves you</w:t>
      </w:r>
    </w:p>
    <w:p w:rsidR="006E5390" w:rsidRPr="00817B01" w:rsidRDefault="006E5390" w:rsidP="006E5390">
      <w:pPr>
        <w:outlineLvl w:val="0"/>
        <w:rPr>
          <w:b/>
        </w:rPr>
      </w:pPr>
      <w:r w:rsidRPr="00817B01">
        <w:rPr>
          <w:b/>
        </w:rPr>
        <w:t xml:space="preserve">            </w:t>
      </w:r>
      <w:proofErr w:type="gramStart"/>
      <w:r w:rsidRPr="00817B01">
        <w:rPr>
          <w:b/>
        </w:rPr>
        <w:t>Bb  F</w:t>
      </w:r>
      <w:proofErr w:type="gramEnd"/>
      <w:r w:rsidRPr="00817B01">
        <w:rPr>
          <w:b/>
        </w:rPr>
        <w:t xml:space="preserve">/A                  </w:t>
      </w:r>
      <w:proofErr w:type="spellStart"/>
      <w:r w:rsidRPr="00817B01">
        <w:rPr>
          <w:b/>
        </w:rPr>
        <w:t>Csus</w:t>
      </w:r>
      <w:proofErr w:type="spellEnd"/>
      <w:r w:rsidRPr="00817B01">
        <w:rPr>
          <w:b/>
        </w:rPr>
        <w:t xml:space="preserve">  C  </w:t>
      </w:r>
    </w:p>
    <w:p w:rsidR="006E5390" w:rsidRPr="00817B01" w:rsidRDefault="006E5390" w:rsidP="006E5390">
      <w:pPr>
        <w:outlineLvl w:val="0"/>
      </w:pPr>
      <w:r w:rsidRPr="00817B01">
        <w:t>Trust in Him   He longs to heal you!</w:t>
      </w:r>
    </w:p>
    <w:p w:rsidR="006E5390" w:rsidRPr="00817B01" w:rsidRDefault="006E5390" w:rsidP="006E5390">
      <w:pPr>
        <w:outlineLvl w:val="0"/>
        <w:rPr>
          <w:b/>
        </w:rPr>
      </w:pPr>
      <w:r w:rsidRPr="00817B01">
        <w:t xml:space="preserve">             </w:t>
      </w:r>
      <w:proofErr w:type="gramStart"/>
      <w:r w:rsidRPr="00817B01">
        <w:rPr>
          <w:b/>
        </w:rPr>
        <w:t>Bb  F</w:t>
      </w:r>
      <w:proofErr w:type="gramEnd"/>
      <w:r w:rsidRPr="00817B01">
        <w:rPr>
          <w:b/>
        </w:rPr>
        <w:t xml:space="preserve">/A   Dm                    </w:t>
      </w:r>
      <w:proofErr w:type="spellStart"/>
      <w:r w:rsidRPr="00817B01">
        <w:rPr>
          <w:b/>
        </w:rPr>
        <w:t>Gsus</w:t>
      </w:r>
      <w:proofErr w:type="spellEnd"/>
      <w:r w:rsidRPr="00817B01">
        <w:rPr>
          <w:b/>
        </w:rPr>
        <w:t xml:space="preserve">  G             </w:t>
      </w:r>
    </w:p>
    <w:p w:rsidR="006E5390" w:rsidRPr="00817B01" w:rsidRDefault="006E5390" w:rsidP="006E5390">
      <w:pPr>
        <w:outlineLvl w:val="0"/>
      </w:pPr>
      <w:r w:rsidRPr="00817B01">
        <w:t xml:space="preserve">Trust in Him   to give you what’s right     </w:t>
      </w:r>
    </w:p>
    <w:p w:rsidR="006E5390" w:rsidRPr="00817B01" w:rsidRDefault="006E5390" w:rsidP="006E5390">
      <w:pPr>
        <w:outlineLvl w:val="0"/>
        <w:rPr>
          <w:b/>
        </w:rPr>
      </w:pPr>
      <w:r w:rsidRPr="00817B01">
        <w:t xml:space="preserve">  </w:t>
      </w:r>
      <w:r w:rsidRPr="00817B01">
        <w:rPr>
          <w:b/>
        </w:rPr>
        <w:t xml:space="preserve">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                          Bb/D                            F</w:t>
      </w:r>
    </w:p>
    <w:p w:rsidR="006E5390" w:rsidRPr="00817B01" w:rsidRDefault="006E5390" w:rsidP="006E5390">
      <w:pPr>
        <w:outlineLvl w:val="0"/>
      </w:pPr>
      <w:r w:rsidRPr="00817B01">
        <w:t>He longs to love you longs to give you real life!</w:t>
      </w:r>
    </w:p>
    <w:p w:rsidR="006E5390" w:rsidRPr="00817B01" w:rsidRDefault="006E5390" w:rsidP="006E5390">
      <w:pPr>
        <w:outlineLvl w:val="0"/>
        <w:rPr>
          <w:b/>
          <w:i/>
        </w:rPr>
      </w:pPr>
    </w:p>
    <w:p w:rsidR="0042404C" w:rsidRPr="00817B01" w:rsidRDefault="006E5390" w:rsidP="006E5390">
      <w:pPr>
        <w:outlineLvl w:val="0"/>
        <w:rPr>
          <w:b/>
        </w:rPr>
      </w:pPr>
      <w:r w:rsidRPr="00817B01">
        <w:rPr>
          <w:b/>
        </w:rPr>
        <w:t>End</w:t>
      </w:r>
      <w:r w:rsidR="005B0344" w:rsidRPr="00817B01">
        <w:rPr>
          <w:b/>
        </w:rPr>
        <w:t>ing</w:t>
      </w:r>
    </w:p>
    <w:p w:rsidR="006E5390" w:rsidRPr="00817B01" w:rsidRDefault="006E5390" w:rsidP="006E5390">
      <w:pPr>
        <w:outlineLvl w:val="0"/>
        <w:rPr>
          <w:b/>
          <w:i/>
        </w:rPr>
      </w:pPr>
      <w:r w:rsidRPr="00817B01">
        <w:rPr>
          <w:b/>
        </w:rPr>
        <w:t xml:space="preserve">    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                        Bb/D                    F</w:t>
      </w:r>
    </w:p>
    <w:p w:rsidR="006E5390" w:rsidRPr="00817B01" w:rsidRDefault="006E5390" w:rsidP="006E5390">
      <w:pPr>
        <w:outlineLvl w:val="0"/>
        <w:rPr>
          <w:b/>
          <w:i/>
        </w:rPr>
      </w:pPr>
      <w:r w:rsidRPr="00817B01">
        <w:rPr>
          <w:b/>
        </w:rPr>
        <w:t xml:space="preserve"> </w:t>
      </w:r>
      <w:r w:rsidRPr="00817B01">
        <w:t xml:space="preserve">He longs to love you longs to give real life  </w:t>
      </w:r>
    </w:p>
    <w:p w:rsidR="006E5390" w:rsidRPr="00817B01" w:rsidRDefault="006E5390" w:rsidP="006E5390">
      <w:pPr>
        <w:outlineLvl w:val="0"/>
        <w:rPr>
          <w:b/>
        </w:rPr>
      </w:pPr>
      <w:r w:rsidRPr="00817B01">
        <w:t xml:space="preserve">     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                        Bb/D                              </w:t>
      </w:r>
      <w:proofErr w:type="gramStart"/>
      <w:r w:rsidRPr="00817B01">
        <w:rPr>
          <w:b/>
        </w:rPr>
        <w:t>F</w:t>
      </w:r>
      <w:r w:rsidR="00D15369" w:rsidRPr="00817B01">
        <w:rPr>
          <w:b/>
        </w:rPr>
        <w:t xml:space="preserve">  </w:t>
      </w:r>
      <w:proofErr w:type="spellStart"/>
      <w:r w:rsidR="00D15369" w:rsidRPr="00817B01">
        <w:rPr>
          <w:b/>
        </w:rPr>
        <w:t>Eb</w:t>
      </w:r>
      <w:proofErr w:type="spellEnd"/>
      <w:proofErr w:type="gramEnd"/>
      <w:r w:rsidR="00D15369" w:rsidRPr="00817B01">
        <w:rPr>
          <w:b/>
        </w:rPr>
        <w:t>/F</w:t>
      </w:r>
    </w:p>
    <w:p w:rsidR="006E5390" w:rsidRPr="00817B01" w:rsidRDefault="006E5390" w:rsidP="006E5390">
      <w:pPr>
        <w:outlineLvl w:val="0"/>
      </w:pPr>
      <w:r w:rsidRPr="00817B01">
        <w:t xml:space="preserve">He longs to love you longs to give you what’s right  </w:t>
      </w:r>
    </w:p>
    <w:p w:rsidR="006E5390" w:rsidRPr="00817B01" w:rsidRDefault="006E5390" w:rsidP="006E5390">
      <w:pPr>
        <w:outlineLvl w:val="0"/>
        <w:rPr>
          <w:b/>
        </w:rPr>
      </w:pPr>
      <w:r w:rsidRPr="00817B01">
        <w:t xml:space="preserve">     </w:t>
      </w:r>
      <w:proofErr w:type="spellStart"/>
      <w:r w:rsidRPr="00817B01">
        <w:rPr>
          <w:b/>
        </w:rPr>
        <w:t>Eb</w:t>
      </w:r>
      <w:proofErr w:type="spellEnd"/>
      <w:r w:rsidRPr="00817B01">
        <w:rPr>
          <w:b/>
        </w:rPr>
        <w:t xml:space="preserve">                  Bb/D                     F</w:t>
      </w:r>
    </w:p>
    <w:p w:rsidR="006E5390" w:rsidRPr="00817B01" w:rsidRDefault="006E5390" w:rsidP="006E5390">
      <w:pPr>
        <w:outlineLvl w:val="0"/>
      </w:pPr>
      <w:r w:rsidRPr="00817B01">
        <w:t>He loves you He longs to give you real life!!!!!</w:t>
      </w:r>
    </w:p>
    <w:p w:rsidR="006E5390" w:rsidRPr="00817B01" w:rsidRDefault="006E5390" w:rsidP="006E5390">
      <w:pPr>
        <w:tabs>
          <w:tab w:val="left" w:pos="4140"/>
        </w:tabs>
        <w:outlineLvl w:val="0"/>
      </w:pPr>
    </w:p>
    <w:p w:rsidR="008C6CEC" w:rsidRPr="00817B01" w:rsidRDefault="008C6CEC" w:rsidP="008C6CEC">
      <w:r w:rsidRPr="00817B01">
        <w:t xml:space="preserve">©2011 Safe Place Music (ASCAP) </w:t>
      </w:r>
      <w:proofErr w:type="gramStart"/>
      <w:r w:rsidRPr="00817B01">
        <w:t>All</w:t>
      </w:r>
      <w:proofErr w:type="gramEnd"/>
      <w:r w:rsidRPr="00817B01">
        <w:t xml:space="preserve"> rights reserved </w:t>
      </w:r>
    </w:p>
    <w:p w:rsidR="008C6CEC" w:rsidRPr="00191D77" w:rsidRDefault="008C6CEC" w:rsidP="008C6CEC">
      <w:pPr>
        <w:rPr>
          <w:color w:val="0000FF"/>
        </w:rPr>
      </w:pPr>
      <w:r w:rsidRPr="00191D77">
        <w:rPr>
          <w:color w:val="0000FF"/>
        </w:rPr>
        <w:t>CCLI</w:t>
      </w:r>
      <w:r w:rsidR="00191D77">
        <w:rPr>
          <w:color w:val="0000FF"/>
        </w:rPr>
        <w:t xml:space="preserve"> # 7043935</w:t>
      </w:r>
    </w:p>
    <w:p w:rsidR="008C6CEC" w:rsidRPr="00817B01" w:rsidRDefault="008C6CEC" w:rsidP="008C6CEC">
      <w:pPr>
        <w:rPr>
          <w:b/>
        </w:rPr>
      </w:pPr>
    </w:p>
    <w:p w:rsidR="004921BE" w:rsidRPr="0084327A" w:rsidRDefault="004921BE" w:rsidP="004921BE">
      <w:pPr>
        <w:jc w:val="center"/>
        <w:rPr>
          <w:b/>
        </w:rPr>
      </w:pPr>
    </w:p>
    <w:p w:rsidR="0042404C" w:rsidRDefault="0042404C" w:rsidP="00C03C6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C03C64" w:rsidRPr="005779AD" w:rsidRDefault="00C03C64" w:rsidP="00C03C64">
      <w:pPr>
        <w:rPr>
          <w:rFonts w:ascii="Arial" w:hAnsi="Arial"/>
        </w:rPr>
      </w:pPr>
    </w:p>
    <w:p w:rsidR="00C03C64" w:rsidRPr="005779AD" w:rsidRDefault="00C03C64" w:rsidP="00C03C64">
      <w:pPr>
        <w:rPr>
          <w:rFonts w:ascii="Arial" w:hAnsi="Arial"/>
        </w:rPr>
      </w:pPr>
    </w:p>
    <w:p w:rsidR="00C03C64" w:rsidRPr="005779AD" w:rsidRDefault="00C03C64" w:rsidP="00C03C64">
      <w:pPr>
        <w:rPr>
          <w:rFonts w:ascii="Arial" w:hAnsi="Arial"/>
        </w:rPr>
      </w:pPr>
    </w:p>
    <w:p w:rsidR="00C03C64" w:rsidRPr="005779AD" w:rsidRDefault="00C03C64" w:rsidP="00C03C64">
      <w:pPr>
        <w:rPr>
          <w:rFonts w:ascii="Arial" w:hAnsi="Arial"/>
        </w:rPr>
      </w:pPr>
    </w:p>
    <w:p w:rsidR="00C03C64" w:rsidRPr="008D3B8E" w:rsidRDefault="00C03C64" w:rsidP="00C03C64">
      <w:pPr>
        <w:rPr>
          <w:rFonts w:ascii="Arial" w:hAnsi="Arial"/>
          <w:sz w:val="22"/>
          <w:szCs w:val="18"/>
        </w:rPr>
      </w:pPr>
    </w:p>
    <w:p w:rsidR="00C03C64" w:rsidRDefault="00C03C64" w:rsidP="00C03C64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6E5390" w:rsidRPr="00E742C4" w:rsidRDefault="006E5390" w:rsidP="006E5390">
      <w:pPr>
        <w:tabs>
          <w:tab w:val="left" w:pos="4140"/>
        </w:tabs>
        <w:outlineLvl w:val="0"/>
        <w:rPr>
          <w:rFonts w:ascii="Arial" w:hAnsi="Arial"/>
          <w:sz w:val="22"/>
        </w:rPr>
      </w:pPr>
    </w:p>
    <w:p w:rsidR="006E5390" w:rsidRPr="00E742C4" w:rsidRDefault="006E5390" w:rsidP="006E5390">
      <w:pPr>
        <w:tabs>
          <w:tab w:val="left" w:pos="4140"/>
        </w:tabs>
        <w:outlineLvl w:val="0"/>
        <w:rPr>
          <w:rFonts w:ascii="Arial" w:hAnsi="Arial"/>
        </w:rPr>
      </w:pPr>
    </w:p>
    <w:p w:rsidR="006E5390" w:rsidRPr="00E742C4" w:rsidRDefault="006E5390" w:rsidP="006E5390">
      <w:pPr>
        <w:tabs>
          <w:tab w:val="left" w:pos="4140"/>
        </w:tabs>
        <w:outlineLvl w:val="0"/>
        <w:rPr>
          <w:rFonts w:ascii="Arial" w:hAnsi="Arial"/>
        </w:rPr>
      </w:pPr>
    </w:p>
    <w:p w:rsidR="00897C1D" w:rsidRPr="00E742C4" w:rsidRDefault="00897C1D" w:rsidP="00A64EFA">
      <w:pPr>
        <w:tabs>
          <w:tab w:val="left" w:pos="4140"/>
        </w:tabs>
        <w:outlineLvl w:val="0"/>
        <w:rPr>
          <w:rFonts w:ascii="Arial" w:hAnsi="Arial"/>
        </w:rPr>
      </w:pPr>
    </w:p>
    <w:p w:rsidR="00897C1D" w:rsidRPr="00E742C4" w:rsidRDefault="00897C1D" w:rsidP="00A64EFA">
      <w:pPr>
        <w:tabs>
          <w:tab w:val="left" w:pos="4140"/>
        </w:tabs>
        <w:outlineLvl w:val="0"/>
        <w:rPr>
          <w:rFonts w:ascii="Arial" w:hAnsi="Arial"/>
        </w:rPr>
      </w:pPr>
    </w:p>
    <w:p w:rsidR="00897C1D" w:rsidRPr="00E742C4" w:rsidRDefault="00897C1D" w:rsidP="00A64EFA">
      <w:pPr>
        <w:tabs>
          <w:tab w:val="left" w:pos="4140"/>
        </w:tabs>
        <w:outlineLvl w:val="0"/>
        <w:rPr>
          <w:rFonts w:ascii="Arial" w:hAnsi="Arial"/>
        </w:rPr>
      </w:pPr>
    </w:p>
    <w:p w:rsidR="00897C1D" w:rsidRPr="00E742C4" w:rsidRDefault="00897C1D" w:rsidP="00A64EFA">
      <w:pPr>
        <w:tabs>
          <w:tab w:val="left" w:pos="4140"/>
        </w:tabs>
        <w:outlineLvl w:val="0"/>
        <w:rPr>
          <w:rFonts w:ascii="Arial" w:hAnsi="Arial"/>
        </w:rPr>
      </w:pPr>
    </w:p>
    <w:p w:rsidR="002D03B8" w:rsidRPr="00E742C4" w:rsidRDefault="002D03B8" w:rsidP="007E39C4">
      <w:pPr>
        <w:tabs>
          <w:tab w:val="left" w:pos="4140"/>
        </w:tabs>
        <w:outlineLvl w:val="0"/>
        <w:rPr>
          <w:rFonts w:ascii="Arial" w:hAnsi="Arial"/>
        </w:rPr>
      </w:pPr>
    </w:p>
    <w:p w:rsidR="00B322EB" w:rsidRPr="00E742C4" w:rsidRDefault="00B322EB" w:rsidP="00B322EB">
      <w:pPr>
        <w:outlineLvl w:val="0"/>
        <w:rPr>
          <w:rFonts w:ascii="Arial" w:hAnsi="Arial"/>
        </w:rPr>
      </w:pPr>
    </w:p>
    <w:p w:rsidR="002A0875" w:rsidRPr="00E742C4" w:rsidRDefault="002A0875" w:rsidP="00B322EB">
      <w:pPr>
        <w:outlineLvl w:val="0"/>
        <w:rPr>
          <w:rFonts w:ascii="Arial" w:hAnsi="Arial"/>
        </w:rPr>
      </w:pPr>
    </w:p>
    <w:p w:rsidR="002A0875" w:rsidRPr="00E742C4" w:rsidRDefault="002A0875" w:rsidP="0084126F">
      <w:pPr>
        <w:rPr>
          <w:rFonts w:ascii="Arial" w:hAnsi="Arial"/>
        </w:rPr>
      </w:pPr>
    </w:p>
    <w:p w:rsidR="002A0875" w:rsidRPr="00E742C4" w:rsidRDefault="002A0875" w:rsidP="0084126F">
      <w:pPr>
        <w:rPr>
          <w:rFonts w:ascii="Arial" w:hAnsi="Arial"/>
        </w:rPr>
      </w:pPr>
    </w:p>
    <w:p w:rsidR="0084126F" w:rsidRPr="00E742C4" w:rsidRDefault="00B322EB" w:rsidP="00B322EB">
      <w:pPr>
        <w:tabs>
          <w:tab w:val="left" w:pos="5420"/>
        </w:tabs>
        <w:rPr>
          <w:rFonts w:ascii="Arial" w:hAnsi="Arial"/>
        </w:rPr>
      </w:pPr>
      <w:r w:rsidRPr="00E742C4">
        <w:rPr>
          <w:rFonts w:ascii="Arial" w:hAnsi="Arial"/>
        </w:rPr>
        <w:tab/>
      </w:r>
    </w:p>
    <w:p w:rsidR="0044075F" w:rsidRPr="00E742C4" w:rsidRDefault="0044075F" w:rsidP="00702652">
      <w:pPr>
        <w:jc w:val="center"/>
        <w:rPr>
          <w:rFonts w:ascii="Arial" w:hAnsi="Arial"/>
          <w:b/>
          <w:szCs w:val="18"/>
        </w:rPr>
      </w:pPr>
    </w:p>
    <w:p w:rsidR="0044075F" w:rsidRPr="00E742C4" w:rsidRDefault="0044075F" w:rsidP="00702652">
      <w:pPr>
        <w:jc w:val="center"/>
        <w:rPr>
          <w:rFonts w:ascii="Arial" w:hAnsi="Arial"/>
          <w:b/>
          <w:szCs w:val="18"/>
        </w:rPr>
      </w:pPr>
    </w:p>
    <w:p w:rsidR="0044075F" w:rsidRPr="00E742C4" w:rsidRDefault="0044075F" w:rsidP="00702652">
      <w:pPr>
        <w:jc w:val="center"/>
        <w:rPr>
          <w:rFonts w:ascii="Arial" w:hAnsi="Arial"/>
          <w:b/>
          <w:szCs w:val="18"/>
        </w:rPr>
      </w:pPr>
    </w:p>
    <w:p w:rsidR="0044075F" w:rsidRPr="00E742C4" w:rsidRDefault="0044075F" w:rsidP="00702652">
      <w:pPr>
        <w:jc w:val="center"/>
        <w:rPr>
          <w:rFonts w:ascii="Arial" w:hAnsi="Arial"/>
          <w:b/>
          <w:szCs w:val="18"/>
        </w:rPr>
      </w:pPr>
    </w:p>
    <w:p w:rsidR="0044075F" w:rsidRPr="00E742C4" w:rsidRDefault="0044075F" w:rsidP="00702652">
      <w:pPr>
        <w:jc w:val="center"/>
        <w:rPr>
          <w:rFonts w:ascii="Arial" w:hAnsi="Arial"/>
          <w:b/>
          <w:szCs w:val="18"/>
        </w:rPr>
      </w:pPr>
    </w:p>
    <w:p w:rsidR="0044075F" w:rsidRPr="00E742C4" w:rsidRDefault="0044075F" w:rsidP="00702652">
      <w:pPr>
        <w:jc w:val="center"/>
        <w:rPr>
          <w:rFonts w:ascii="Arial" w:hAnsi="Arial"/>
          <w:b/>
          <w:szCs w:val="18"/>
        </w:rPr>
      </w:pPr>
    </w:p>
    <w:p w:rsidR="0044075F" w:rsidRPr="00E742C4" w:rsidRDefault="0044075F" w:rsidP="00702652">
      <w:pPr>
        <w:jc w:val="center"/>
        <w:rPr>
          <w:rFonts w:ascii="Arial" w:hAnsi="Arial"/>
          <w:b/>
          <w:szCs w:val="18"/>
        </w:rPr>
      </w:pPr>
    </w:p>
    <w:p w:rsidR="0084126F" w:rsidRPr="00AC471F" w:rsidRDefault="0084126F" w:rsidP="00702652">
      <w:pPr>
        <w:jc w:val="center"/>
        <w:rPr>
          <w:b/>
          <w:szCs w:val="18"/>
        </w:rPr>
      </w:pPr>
    </w:p>
    <w:sectPr w:rsidR="0084126F" w:rsidRPr="00AC471F" w:rsidSect="00B13CEC"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F23" w:rsidRDefault="005E4F23">
      <w:r>
        <w:separator/>
      </w:r>
    </w:p>
  </w:endnote>
  <w:endnote w:type="continuationSeparator" w:id="0">
    <w:p w:rsidR="005E4F23" w:rsidRDefault="005E4F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F23" w:rsidRDefault="005E4F23">
      <w:r>
        <w:separator/>
      </w:r>
    </w:p>
  </w:footnote>
  <w:footnote w:type="continuationSeparator" w:id="0">
    <w:p w:rsidR="005E4F23" w:rsidRDefault="005E4F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attachedTemplate r:id="rId1"/>
  <w:stylePaneFormatFilter w:val="37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E00"/>
    <w:rsid w:val="00025704"/>
    <w:rsid w:val="000313B0"/>
    <w:rsid w:val="00033CC9"/>
    <w:rsid w:val="00052A9B"/>
    <w:rsid w:val="0006563E"/>
    <w:rsid w:val="00065B9B"/>
    <w:rsid w:val="000B2ED4"/>
    <w:rsid w:val="000D1EA0"/>
    <w:rsid w:val="000D46DB"/>
    <w:rsid w:val="000E5AA0"/>
    <w:rsid w:val="000E5BDB"/>
    <w:rsid w:val="000F00F4"/>
    <w:rsid w:val="00111E44"/>
    <w:rsid w:val="00131865"/>
    <w:rsid w:val="00154ACE"/>
    <w:rsid w:val="00162E98"/>
    <w:rsid w:val="00177837"/>
    <w:rsid w:val="00191D77"/>
    <w:rsid w:val="00191E9E"/>
    <w:rsid w:val="001E00DA"/>
    <w:rsid w:val="00242113"/>
    <w:rsid w:val="00254AF2"/>
    <w:rsid w:val="00264AF0"/>
    <w:rsid w:val="00283318"/>
    <w:rsid w:val="00285EE6"/>
    <w:rsid w:val="002973C7"/>
    <w:rsid w:val="002A0875"/>
    <w:rsid w:val="002A5DD7"/>
    <w:rsid w:val="002A7734"/>
    <w:rsid w:val="002B011C"/>
    <w:rsid w:val="002B4234"/>
    <w:rsid w:val="002C51CD"/>
    <w:rsid w:val="002D0025"/>
    <w:rsid w:val="002D03B8"/>
    <w:rsid w:val="002E7CB4"/>
    <w:rsid w:val="002F0A53"/>
    <w:rsid w:val="002F67C2"/>
    <w:rsid w:val="00327EE9"/>
    <w:rsid w:val="003560AA"/>
    <w:rsid w:val="0037104A"/>
    <w:rsid w:val="003909C1"/>
    <w:rsid w:val="003931D2"/>
    <w:rsid w:val="003B1343"/>
    <w:rsid w:val="003B1FF3"/>
    <w:rsid w:val="003C0642"/>
    <w:rsid w:val="003E7CFE"/>
    <w:rsid w:val="003F6898"/>
    <w:rsid w:val="0040201D"/>
    <w:rsid w:val="00414820"/>
    <w:rsid w:val="0042404C"/>
    <w:rsid w:val="00425115"/>
    <w:rsid w:val="00426DC3"/>
    <w:rsid w:val="00427B08"/>
    <w:rsid w:val="0044075F"/>
    <w:rsid w:val="004609BF"/>
    <w:rsid w:val="00461072"/>
    <w:rsid w:val="00461E19"/>
    <w:rsid w:val="0048382E"/>
    <w:rsid w:val="00484942"/>
    <w:rsid w:val="004921BE"/>
    <w:rsid w:val="004962BC"/>
    <w:rsid w:val="004A66EB"/>
    <w:rsid w:val="005046DC"/>
    <w:rsid w:val="00526A1E"/>
    <w:rsid w:val="00527623"/>
    <w:rsid w:val="0053305A"/>
    <w:rsid w:val="005360E5"/>
    <w:rsid w:val="0054352F"/>
    <w:rsid w:val="00561A43"/>
    <w:rsid w:val="00566A7B"/>
    <w:rsid w:val="00577878"/>
    <w:rsid w:val="005B0344"/>
    <w:rsid w:val="005B73DB"/>
    <w:rsid w:val="005C101F"/>
    <w:rsid w:val="005D508A"/>
    <w:rsid w:val="005D733A"/>
    <w:rsid w:val="005D7CC7"/>
    <w:rsid w:val="005E4F23"/>
    <w:rsid w:val="005E680F"/>
    <w:rsid w:val="005F05E0"/>
    <w:rsid w:val="00612C5D"/>
    <w:rsid w:val="00614F35"/>
    <w:rsid w:val="00644960"/>
    <w:rsid w:val="00646AC1"/>
    <w:rsid w:val="006627B3"/>
    <w:rsid w:val="0068478E"/>
    <w:rsid w:val="006B745C"/>
    <w:rsid w:val="006C5B8E"/>
    <w:rsid w:val="006D444B"/>
    <w:rsid w:val="006E3B69"/>
    <w:rsid w:val="006E5390"/>
    <w:rsid w:val="006F6846"/>
    <w:rsid w:val="00702652"/>
    <w:rsid w:val="00710207"/>
    <w:rsid w:val="00714466"/>
    <w:rsid w:val="007405F9"/>
    <w:rsid w:val="00742829"/>
    <w:rsid w:val="00762995"/>
    <w:rsid w:val="007818C4"/>
    <w:rsid w:val="007838FF"/>
    <w:rsid w:val="007A68FE"/>
    <w:rsid w:val="007B0CF6"/>
    <w:rsid w:val="007B2089"/>
    <w:rsid w:val="007D0B3E"/>
    <w:rsid w:val="007E39C4"/>
    <w:rsid w:val="007F2065"/>
    <w:rsid w:val="008043F6"/>
    <w:rsid w:val="00817B01"/>
    <w:rsid w:val="00821E00"/>
    <w:rsid w:val="0084126F"/>
    <w:rsid w:val="00851A81"/>
    <w:rsid w:val="00871303"/>
    <w:rsid w:val="00875D91"/>
    <w:rsid w:val="008853DF"/>
    <w:rsid w:val="0089709E"/>
    <w:rsid w:val="00897C1D"/>
    <w:rsid w:val="008A02B3"/>
    <w:rsid w:val="008B2B4A"/>
    <w:rsid w:val="008C6CEC"/>
    <w:rsid w:val="00915666"/>
    <w:rsid w:val="009209A9"/>
    <w:rsid w:val="009262EF"/>
    <w:rsid w:val="00942759"/>
    <w:rsid w:val="009516AA"/>
    <w:rsid w:val="00965B63"/>
    <w:rsid w:val="0099603A"/>
    <w:rsid w:val="009A25CE"/>
    <w:rsid w:val="009B6A5D"/>
    <w:rsid w:val="009D1DF8"/>
    <w:rsid w:val="009E2B48"/>
    <w:rsid w:val="009E2CA0"/>
    <w:rsid w:val="009E670D"/>
    <w:rsid w:val="009F0C86"/>
    <w:rsid w:val="00A12BCF"/>
    <w:rsid w:val="00A135DF"/>
    <w:rsid w:val="00A27552"/>
    <w:rsid w:val="00A4696D"/>
    <w:rsid w:val="00A55045"/>
    <w:rsid w:val="00A64EFA"/>
    <w:rsid w:val="00A77925"/>
    <w:rsid w:val="00AC471F"/>
    <w:rsid w:val="00AD186F"/>
    <w:rsid w:val="00AD31A8"/>
    <w:rsid w:val="00B13CEC"/>
    <w:rsid w:val="00B2194C"/>
    <w:rsid w:val="00B322EB"/>
    <w:rsid w:val="00B567B2"/>
    <w:rsid w:val="00B60C14"/>
    <w:rsid w:val="00B66BAF"/>
    <w:rsid w:val="00B8212A"/>
    <w:rsid w:val="00B84BF3"/>
    <w:rsid w:val="00B958B9"/>
    <w:rsid w:val="00B95C97"/>
    <w:rsid w:val="00BA3F22"/>
    <w:rsid w:val="00BB264B"/>
    <w:rsid w:val="00BE0B88"/>
    <w:rsid w:val="00BE1D23"/>
    <w:rsid w:val="00C03C64"/>
    <w:rsid w:val="00C11CE6"/>
    <w:rsid w:val="00C52B46"/>
    <w:rsid w:val="00C62464"/>
    <w:rsid w:val="00C843EC"/>
    <w:rsid w:val="00C90AE8"/>
    <w:rsid w:val="00C96EDD"/>
    <w:rsid w:val="00CA4D24"/>
    <w:rsid w:val="00CB0B27"/>
    <w:rsid w:val="00CC3334"/>
    <w:rsid w:val="00CC5A09"/>
    <w:rsid w:val="00CF0AA5"/>
    <w:rsid w:val="00CF1D78"/>
    <w:rsid w:val="00CF33A6"/>
    <w:rsid w:val="00CF444D"/>
    <w:rsid w:val="00D05B56"/>
    <w:rsid w:val="00D122BC"/>
    <w:rsid w:val="00D15369"/>
    <w:rsid w:val="00D374E4"/>
    <w:rsid w:val="00D37A4E"/>
    <w:rsid w:val="00D72FF7"/>
    <w:rsid w:val="00D84D79"/>
    <w:rsid w:val="00DC0FAC"/>
    <w:rsid w:val="00DE0EC6"/>
    <w:rsid w:val="00DE3052"/>
    <w:rsid w:val="00DF2235"/>
    <w:rsid w:val="00E01BB5"/>
    <w:rsid w:val="00E12BCA"/>
    <w:rsid w:val="00E12F4B"/>
    <w:rsid w:val="00E24C44"/>
    <w:rsid w:val="00E44046"/>
    <w:rsid w:val="00E51489"/>
    <w:rsid w:val="00E67EE0"/>
    <w:rsid w:val="00E7429A"/>
    <w:rsid w:val="00E742C4"/>
    <w:rsid w:val="00E76205"/>
    <w:rsid w:val="00E810FC"/>
    <w:rsid w:val="00E95881"/>
    <w:rsid w:val="00EB6C3E"/>
    <w:rsid w:val="00F012B8"/>
    <w:rsid w:val="00F02310"/>
    <w:rsid w:val="00F11E8D"/>
    <w:rsid w:val="00F274C5"/>
    <w:rsid w:val="00F52836"/>
    <w:rsid w:val="00F652D7"/>
    <w:rsid w:val="00F7379C"/>
    <w:rsid w:val="00F855D3"/>
    <w:rsid w:val="00F869D6"/>
    <w:rsid w:val="00F976EE"/>
    <w:rsid w:val="00FA01C9"/>
    <w:rsid w:val="00FA3941"/>
    <w:rsid w:val="00FF1BED"/>
  </w:rsids>
  <m:mathPr>
    <m:mathFont m:val="Garamon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3CE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6F68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684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2404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2404C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ele\Documents\Char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\Users\Michele\Documents\Chart Template.dot</Template>
  <TotalTime>10</TotalTime>
  <Pages>3</Pages>
  <Words>493</Words>
  <Characters>2815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Hungry</vt:lpstr>
    </vt:vector>
  </TitlesOfParts>
  <Company>CVCC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Hungry</dc:title>
  <dc:creator>Michele</dc:creator>
  <cp:lastModifiedBy>Gregg Jacobsen</cp:lastModifiedBy>
  <cp:revision>11</cp:revision>
  <cp:lastPrinted>2017-03-07T20:17:00Z</cp:lastPrinted>
  <dcterms:created xsi:type="dcterms:W3CDTF">2015-07-14T06:03:00Z</dcterms:created>
  <dcterms:modified xsi:type="dcterms:W3CDTF">2017-04-07T07:27:00Z</dcterms:modified>
</cp:coreProperties>
</file>